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73" w:rsidRPr="00CE0243" w:rsidRDefault="00465C73" w:rsidP="005B35CD">
      <w:pPr>
        <w:jc w:val="center"/>
        <w:rPr>
          <w:rFonts w:ascii="Segoe UI Light" w:hAnsi="Segoe UI Light" w:cs="Segoe UI Light"/>
          <w:sz w:val="36"/>
        </w:rPr>
      </w:pPr>
      <w:r w:rsidRPr="006B7DB4">
        <w:rPr>
          <w:rFonts w:ascii="Segoe UI Light" w:hAnsi="Segoe UI Light" w:cs="Segoe UI Light"/>
          <w:sz w:val="36"/>
        </w:rPr>
        <w:t>Set 6: Words ending in ‘ent ’ and ‘ence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465C73" w:rsidRPr="00223C4A" w:rsidTr="00223C4A">
        <w:trPr>
          <w:trHeight w:val="558"/>
        </w:trPr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223C4A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23C4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223C4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223C4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23C4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223C4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223C4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223C4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223C4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223C4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innoc</w:t>
            </w:r>
            <w:bookmarkStart w:id="0" w:name="_GoBack"/>
            <w:bookmarkEnd w:id="0"/>
            <w:r w:rsidRPr="00223C4A">
              <w:rPr>
                <w:rFonts w:ascii="Segoe UI Light" w:hAnsi="Segoe UI Light" w:cs="Segoe UI Light"/>
                <w:sz w:val="36"/>
                <w:szCs w:val="36"/>
              </w:rPr>
              <w:t>ent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innocence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consequent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consequence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magnificent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magnificence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intelligent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intelligence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frequent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65C73" w:rsidRPr="00223C4A" w:rsidTr="00223C4A">
        <w:tc>
          <w:tcPr>
            <w:tcW w:w="2694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223C4A">
              <w:rPr>
                <w:rFonts w:ascii="Segoe UI Light" w:hAnsi="Segoe UI Light" w:cs="Segoe UI Light"/>
                <w:sz w:val="36"/>
                <w:szCs w:val="36"/>
              </w:rPr>
              <w:t>frequency</w:t>
            </w:r>
          </w:p>
        </w:tc>
        <w:tc>
          <w:tcPr>
            <w:tcW w:w="2703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65C73" w:rsidRPr="00223C4A" w:rsidRDefault="00465C73" w:rsidP="00223C4A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465C73" w:rsidRPr="00F07B5A" w:rsidRDefault="00465C73">
      <w:pPr>
        <w:rPr>
          <w:rFonts w:ascii="Segoe UI Light" w:hAnsi="Segoe UI Light" w:cs="Segoe UI Light"/>
          <w:sz w:val="36"/>
          <w:szCs w:val="36"/>
        </w:rPr>
      </w:pPr>
    </w:p>
    <w:sectPr w:rsidR="00465C73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C73" w:rsidRDefault="00465C73">
      <w:r>
        <w:separator/>
      </w:r>
    </w:p>
  </w:endnote>
  <w:endnote w:type="continuationSeparator" w:id="0">
    <w:p w:rsidR="00465C73" w:rsidRDefault="00465C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C73" w:rsidRDefault="00465C73" w:rsidP="000E78F0">
    <w:pPr>
      <w:pStyle w:val="Footer"/>
    </w:pPr>
    <w:r>
      <w:t>Swaffield Primary School 2014</w:t>
    </w:r>
  </w:p>
  <w:p w:rsidR="00465C73" w:rsidRDefault="00465C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C73" w:rsidRDefault="00465C73">
      <w:r>
        <w:separator/>
      </w:r>
    </w:p>
  </w:footnote>
  <w:footnote w:type="continuationSeparator" w:id="0">
    <w:p w:rsidR="00465C73" w:rsidRDefault="00465C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0E78F0"/>
    <w:rsid w:val="0011235B"/>
    <w:rsid w:val="001336E2"/>
    <w:rsid w:val="001822D1"/>
    <w:rsid w:val="001B1BB7"/>
    <w:rsid w:val="001D28B2"/>
    <w:rsid w:val="001E27F6"/>
    <w:rsid w:val="00223C4A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65C73"/>
    <w:rsid w:val="00472EE9"/>
    <w:rsid w:val="0047379F"/>
    <w:rsid w:val="00491D0B"/>
    <w:rsid w:val="00493A32"/>
    <w:rsid w:val="004A72FC"/>
    <w:rsid w:val="004D2482"/>
    <w:rsid w:val="004D6D66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7DB4"/>
    <w:rsid w:val="006C7C73"/>
    <w:rsid w:val="00747105"/>
    <w:rsid w:val="007606DF"/>
    <w:rsid w:val="00760AE0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722DA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5D11"/>
    <w:rsid w:val="00C806C9"/>
    <w:rsid w:val="00C81C52"/>
    <w:rsid w:val="00C82E51"/>
    <w:rsid w:val="00CA6E2C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D1D79"/>
    <w:rsid w:val="00EF44BD"/>
    <w:rsid w:val="00EF6473"/>
    <w:rsid w:val="00F0321D"/>
    <w:rsid w:val="00F07B5A"/>
    <w:rsid w:val="00F2332B"/>
    <w:rsid w:val="00F5777D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E78F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4F12"/>
    <w:rPr>
      <w:lang w:eastAsia="en-US"/>
    </w:rPr>
  </w:style>
  <w:style w:type="paragraph" w:styleId="Footer">
    <w:name w:val="footer"/>
    <w:basedOn w:val="Normal"/>
    <w:link w:val="FooterChar"/>
    <w:uiPriority w:val="99"/>
    <w:rsid w:val="000E78F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78F0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80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34</Words>
  <Characters>194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2013-12-08T14:16:00Z</dcterms:created>
  <dcterms:modified xsi:type="dcterms:W3CDTF">2014-07-14T14:36:00Z</dcterms:modified>
</cp:coreProperties>
</file>